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F2670" w14:textId="566B5674" w:rsidR="00560241" w:rsidRDefault="0058481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r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Halitosis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Patient </w:t>
      </w:r>
      <w:r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Email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</w:t>
      </w:r>
    </w:p>
    <w:p w14:paraId="0ADA285C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</w:p>
    <w:p w14:paraId="2B689754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SUBJECT + PREVIEW </w:t>
      </w:r>
    </w:p>
    <w:p w14:paraId="668234B9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Maintaining fresh breath day-to-day </w:t>
      </w:r>
    </w:p>
    <w:p w14:paraId="2C2D9ACA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Three easy steps to keep bad breath in check </w:t>
      </w:r>
    </w:p>
    <w:p w14:paraId="1A570268" w14:textId="77777777" w:rsid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6C97FB57" w14:textId="7AD6B7D3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COPY </w:t>
      </w:r>
    </w:p>
    <w:p w14:paraId="1D922F25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At your last visit, we talked about some simple ways you can adjust your oral care to fight bad breath by regularly cleaning your tongue. As a follow-up, remember these three easy steps: </w:t>
      </w:r>
    </w:p>
    <w:p w14:paraId="0FA1D0CA" w14:textId="77777777" w:rsid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0C275FB5" w14:textId="170400DD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[Insert Routines graphic] </w:t>
      </w:r>
    </w:p>
    <w:p w14:paraId="49A8D567" w14:textId="77777777" w:rsid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5D8F5E3F" w14:textId="4DD39931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Consider the following Philips Sonicare products to help you achieve fresh breath. </w:t>
      </w:r>
    </w:p>
    <w:p w14:paraId="601F7944" w14:textId="77777777" w:rsidR="00584811" w:rsidRPr="00584811" w:rsidRDefault="00584811" w:rsidP="00584811">
      <w:pPr>
        <w:numPr>
          <w:ilvl w:val="0"/>
          <w:numId w:val="9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DiamondClean</w:t>
      </w:r>
      <w:proofErr w:type="spellEnd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Smart handle with </w:t>
      </w:r>
      <w:proofErr w:type="spellStart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TongueCare</w:t>
      </w:r>
      <w:proofErr w:type="spellEnd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+ brush head </w:t>
      </w:r>
    </w:p>
    <w:p w14:paraId="327C1280" w14:textId="77777777" w:rsidR="00584811" w:rsidRPr="00584811" w:rsidRDefault="00584811" w:rsidP="00584811">
      <w:pPr>
        <w:numPr>
          <w:ilvl w:val="0"/>
          <w:numId w:val="9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BreathRx</w:t>
      </w:r>
      <w:proofErr w:type="spellEnd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tongue cleaner </w:t>
      </w:r>
    </w:p>
    <w:p w14:paraId="5CDE8872" w14:textId="77777777" w:rsidR="00584811" w:rsidRPr="00584811" w:rsidRDefault="00584811" w:rsidP="00584811">
      <w:pPr>
        <w:numPr>
          <w:ilvl w:val="0"/>
          <w:numId w:val="9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BreathRx</w:t>
      </w:r>
      <w:proofErr w:type="spellEnd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tongue spray </w:t>
      </w:r>
    </w:p>
    <w:p w14:paraId="60257659" w14:textId="77777777" w:rsidR="00584811" w:rsidRPr="00584811" w:rsidRDefault="00584811" w:rsidP="00584811">
      <w:pPr>
        <w:numPr>
          <w:ilvl w:val="0"/>
          <w:numId w:val="9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BreathRx</w:t>
      </w:r>
      <w:proofErr w:type="spellEnd"/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mouth rinse </w:t>
      </w:r>
    </w:p>
    <w:p w14:paraId="183A149E" w14:textId="77777777" w:rsidR="00584811" w:rsidRPr="00584811" w:rsidRDefault="00584811" w:rsidP="00584811">
      <w:p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0735B48A" w14:textId="3B329B2F" w:rsid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We want to be a valuable resource for every aspect of your oral care, so feel free to call or email if you have any questions. </w:t>
      </w:r>
    </w:p>
    <w:p w14:paraId="1F782D19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bookmarkStart w:id="0" w:name="_GoBack"/>
      <w:bookmarkEnd w:id="0"/>
    </w:p>
    <w:p w14:paraId="325BBC05" w14:textId="77777777" w:rsidR="00584811" w:rsidRPr="0058481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See you at your next appointment, </w:t>
      </w:r>
    </w:p>
    <w:p w14:paraId="4F473A92" w14:textId="0448D3E7" w:rsidR="00253DE1" w:rsidRPr="00253DE1" w:rsidRDefault="00584811" w:rsidP="0058481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8481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[DP office name]</w:t>
      </w:r>
    </w:p>
    <w:sectPr w:rsidR="00253DE1" w:rsidRPr="00253DE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76A73" w14:textId="77777777" w:rsidR="007518EF" w:rsidRDefault="007518EF" w:rsidP="00FD725E">
      <w:r>
        <w:separator/>
      </w:r>
    </w:p>
  </w:endnote>
  <w:endnote w:type="continuationSeparator" w:id="0">
    <w:p w14:paraId="22F1F695" w14:textId="77777777" w:rsidR="007518EF" w:rsidRDefault="007518EF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Frutiger World Light">
    <w:altName w:val="Neue Frutiger World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F2D99" w14:textId="77777777" w:rsidR="007518EF" w:rsidRDefault="007518EF" w:rsidP="00FD725E">
      <w:r>
        <w:separator/>
      </w:r>
    </w:p>
  </w:footnote>
  <w:footnote w:type="continuationSeparator" w:id="0">
    <w:p w14:paraId="700EEEAB" w14:textId="77777777" w:rsidR="007518EF" w:rsidRDefault="007518EF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3362"/>
    <w:multiLevelType w:val="hybridMultilevel"/>
    <w:tmpl w:val="21F45A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D0E0A8A"/>
    <w:multiLevelType w:val="hybridMultilevel"/>
    <w:tmpl w:val="291C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53DE1"/>
    <w:rsid w:val="002A2E86"/>
    <w:rsid w:val="002C23EF"/>
    <w:rsid w:val="003C1386"/>
    <w:rsid w:val="00560241"/>
    <w:rsid w:val="0056153A"/>
    <w:rsid w:val="00584811"/>
    <w:rsid w:val="005C43E6"/>
    <w:rsid w:val="006564DA"/>
    <w:rsid w:val="006746B1"/>
    <w:rsid w:val="007518EF"/>
    <w:rsid w:val="00AB482E"/>
    <w:rsid w:val="00D0166E"/>
    <w:rsid w:val="00D3519C"/>
    <w:rsid w:val="00D6220C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customStyle="1" w:styleId="Pa0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customStyle="1" w:styleId="A2">
    <w:name w:val="A2"/>
    <w:uiPriority w:val="99"/>
    <w:rsid w:val="00560241"/>
    <w:rPr>
      <w:rFonts w:cs="Neue Frutiger World Light"/>
      <w:color w:val="62636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customXml/itemProps2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ABE5D-B788-4B9C-B69E-1C52278241C2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6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10</cp:revision>
  <dcterms:created xsi:type="dcterms:W3CDTF">2021-04-20T22:27:00Z</dcterms:created>
  <dcterms:modified xsi:type="dcterms:W3CDTF">2022-01-29T00:03:00Z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