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A3" w:rsidRPr="00EE211D" w:rsidRDefault="00EE211D" w:rsidP="00A546A3">
      <w:pPr>
        <w:rPr>
          <w:rFonts w:cs="Calibri"/>
          <w:b/>
          <w:bCs/>
          <w:szCs w:val="22"/>
        </w:rPr>
      </w:pPr>
      <w:r w:rsidRPr="00EE211D">
        <w:rPr>
          <w:rFonts w:cs="Calibri"/>
          <w:b/>
          <w:bCs/>
          <w:szCs w:val="22"/>
        </w:rPr>
        <w:t>Suggested post copy</w:t>
      </w:r>
    </w:p>
    <w:p w:rsidR="00EE211D" w:rsidRDefault="00EE211D" w:rsidP="00A546A3">
      <w:pPr>
        <w:rPr>
          <w:rFonts w:cs="Calibri"/>
          <w:szCs w:val="22"/>
        </w:rPr>
      </w:pPr>
    </w:p>
    <w:p w:rsidR="00EE211D" w:rsidRPr="00A546A3" w:rsidRDefault="00EE211D" w:rsidP="00A546A3">
      <w:pPr>
        <w:rPr>
          <w:rFonts w:cs="Calibri"/>
          <w:szCs w:val="22"/>
        </w:rPr>
      </w:pPr>
      <w:r>
        <w:rPr>
          <w:rFonts w:cs="Calibri"/>
          <w:szCs w:val="22"/>
        </w:rPr>
        <w:t>Did you know that you can try #</w:t>
      </w:r>
      <w:proofErr w:type="spellStart"/>
      <w:r>
        <w:rPr>
          <w:rFonts w:cs="Calibri"/>
          <w:szCs w:val="22"/>
        </w:rPr>
        <w:t>PhilipsSonicare</w:t>
      </w:r>
      <w:proofErr w:type="spellEnd"/>
      <w:r>
        <w:rPr>
          <w:rFonts w:cs="Calibri"/>
          <w:szCs w:val="22"/>
        </w:rPr>
        <w:t xml:space="preserve"> right in</w:t>
      </w:r>
      <w:r w:rsidR="00B53E33">
        <w:rPr>
          <w:rFonts w:cs="Calibri"/>
          <w:szCs w:val="22"/>
        </w:rPr>
        <w:t xml:space="preserve"> </w:t>
      </w:r>
      <w:bookmarkStart w:id="0" w:name="_GoBack"/>
      <w:bookmarkEnd w:id="0"/>
      <w:r>
        <w:rPr>
          <w:rFonts w:cs="Calibri"/>
          <w:szCs w:val="22"/>
        </w:rPr>
        <w:t>our office? Once you experience its gentle yet effective cleaning power, you’ll never go back to your old ways.</w:t>
      </w:r>
    </w:p>
    <w:p w:rsidR="00F31B33" w:rsidRPr="00A546A3" w:rsidRDefault="00F31B33" w:rsidP="00A546A3">
      <w:pPr>
        <w:rPr>
          <w:rFonts w:cs="Calibri"/>
          <w:szCs w:val="22"/>
        </w:rPr>
      </w:pP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B50" w:rsidRDefault="00F61B50">
      <w:r>
        <w:separator/>
      </w:r>
    </w:p>
  </w:endnote>
  <w:endnote w:type="continuationSeparator" w:id="0">
    <w:p w:rsidR="00F61B50" w:rsidRDefault="00F6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B50" w:rsidRDefault="00F61B50">
      <w:r>
        <w:separator/>
      </w:r>
    </w:p>
  </w:footnote>
  <w:footnote w:type="continuationSeparator" w:id="0">
    <w:p w:rsidR="00F61B50" w:rsidRDefault="00F6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09043D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903485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E388F"/>
    <w:rsid w:val="001E4783"/>
    <w:rsid w:val="00201E96"/>
    <w:rsid w:val="00205E8C"/>
    <w:rsid w:val="00242321"/>
    <w:rsid w:val="00253FA1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3AD8"/>
    <w:rsid w:val="00EE211D"/>
    <w:rsid w:val="00EF607F"/>
    <w:rsid w:val="00F027C4"/>
    <w:rsid w:val="00F31B33"/>
    <w:rsid w:val="00F37514"/>
    <w:rsid w:val="00F61B50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5371-FFEC-3046-AEDB-A7018241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creator>Charlie Laughtland</dc:creator>
  <cp:lastModifiedBy>Charlie Laughtland</cp:lastModifiedBy>
  <cp:revision>2</cp:revision>
  <cp:lastPrinted>2002-03-12T13:40:00Z</cp:lastPrinted>
  <dcterms:created xsi:type="dcterms:W3CDTF">2020-02-06T00:15:00Z</dcterms:created>
  <dcterms:modified xsi:type="dcterms:W3CDTF">2020-02-06T00:20:00Z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</Properties>
</file>